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62612">
        <w:rPr>
          <w:szCs w:val="22"/>
        </w:rPr>
        <w:t>6</w:t>
      </w:r>
      <w:r w:rsidRPr="00D7122A">
        <w:rPr>
          <w:szCs w:val="22"/>
        </w:rPr>
        <w:t xml:space="preserve"> Výzvy</w:t>
      </w:r>
      <w:r w:rsidRPr="00D7122A">
        <w:rPr>
          <w:color w:val="FF0000"/>
          <w:szCs w:val="22"/>
        </w:rPr>
        <w:t xml:space="preserve">   </w:t>
      </w:r>
    </w:p>
    <w:p w:rsidR="00E62612" w:rsidRPr="00E62612" w:rsidRDefault="00E62612" w:rsidP="00E62612">
      <w:pPr>
        <w:spacing w:before="24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28"/>
          <w:sz w:val="28"/>
          <w:lang w:val="x-none" w:eastAsia="x-none"/>
        </w:rPr>
      </w:pPr>
      <w:r w:rsidRPr="00E62612">
        <w:rPr>
          <w:rFonts w:ascii="Verdana" w:eastAsia="Times New Roman" w:hAnsi="Verdana" w:cs="Times New Roman"/>
          <w:b/>
          <w:bCs/>
          <w:kern w:val="28"/>
          <w:sz w:val="28"/>
          <w:lang w:val="x-none" w:eastAsia="x-none"/>
        </w:rPr>
        <w:t>Čestné prohlášení o poddodavatelích</w:t>
      </w:r>
    </w:p>
    <w:p w:rsidR="00E62612" w:rsidRPr="00E62612" w:rsidRDefault="00E62612" w:rsidP="00E62612">
      <w:pPr>
        <w:widowControl w:val="0"/>
        <w:autoSpaceDE w:val="0"/>
        <w:spacing w:after="120" w:line="297" w:lineRule="exact"/>
        <w:jc w:val="both"/>
        <w:rPr>
          <w:rFonts w:ascii="Verdana" w:eastAsia="Times New Roman" w:hAnsi="Verdana" w:cs="Times New Roman"/>
          <w:b/>
          <w:lang w:eastAsia="cs-CZ"/>
        </w:rPr>
      </w:pPr>
      <w:r w:rsidRPr="00E62612">
        <w:rPr>
          <w:rFonts w:ascii="Verdana" w:eastAsia="Times New Roman" w:hAnsi="Verdana" w:cs="Times New Roman"/>
          <w:b/>
          <w:lang w:eastAsia="cs-CZ"/>
        </w:rPr>
        <w:t>Účastník:</w:t>
      </w:r>
    </w:p>
    <w:p w:rsidR="00E62612" w:rsidRPr="00E62612" w:rsidRDefault="00E62612" w:rsidP="00E62612">
      <w:pPr>
        <w:widowControl w:val="0"/>
        <w:autoSpaceDE w:val="0"/>
        <w:spacing w:after="0" w:line="278" w:lineRule="exact"/>
        <w:jc w:val="both"/>
        <w:outlineLvl w:val="0"/>
        <w:rPr>
          <w:rFonts w:ascii="Verdana" w:eastAsia="Times New Roman" w:hAnsi="Verdana" w:cs="Times New Roman"/>
          <w:b/>
          <w:lang w:eastAsia="cs-CZ"/>
        </w:rPr>
      </w:pPr>
      <w:r w:rsidRPr="00E62612">
        <w:rPr>
          <w:rFonts w:ascii="Verdana" w:eastAsia="Times New Roman" w:hAnsi="Verdana" w:cs="Times New Roman"/>
          <w:b/>
          <w:lang w:eastAsia="cs-CZ"/>
        </w:rPr>
        <w:t>Obchodní firma/jméno:</w:t>
      </w:r>
      <w:r w:rsidRPr="00E62612">
        <w:rPr>
          <w:rFonts w:ascii="Verdana" w:eastAsia="Times New Roman" w:hAnsi="Verdana" w:cs="Times New Roman"/>
          <w:b/>
          <w:lang w:eastAsia="cs-CZ"/>
        </w:rPr>
        <w:tab/>
      </w:r>
      <w:r w:rsidRPr="00E62612">
        <w:rPr>
          <w:rFonts w:ascii="Verdana" w:eastAsia="Times New Roman" w:hAnsi="Verdana" w:cs="Times New Roman"/>
          <w:b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lang w:eastAsia="cs-CZ"/>
          </w:rPr>
          <w:id w:val="223110405"/>
          <w:placeholder>
            <w:docPart w:val="CF9FB60D33564FC9BC2FEAD19DE010DA"/>
          </w:placeholder>
          <w:showingPlcHdr/>
          <w:text/>
        </w:sdtPr>
        <w:sdtContent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:rsidR="00E62612" w:rsidRPr="00E62612" w:rsidRDefault="00E62612" w:rsidP="00E62612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t>Sídlo/místo podnikání:</w:t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529528028"/>
          <w:placeholder>
            <w:docPart w:val="498860F9A93A4FC4BA181225F9D2486A"/>
          </w:placeholder>
          <w:showingPlcHdr/>
        </w:sdtPr>
        <w:sdtContent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:rsidR="00E62612" w:rsidRPr="00E62612" w:rsidRDefault="00E62612" w:rsidP="00E62612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t>IČO:</w:t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1680157418"/>
          <w:placeholder>
            <w:docPart w:val="4ECD71ACA2D54D2E9BD0CD98E1F7D5DC"/>
          </w:placeholder>
          <w:showingPlcHdr/>
        </w:sdtPr>
        <w:sdtContent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:rsidR="00E62612" w:rsidRPr="00E62612" w:rsidRDefault="00E62612" w:rsidP="00E62612">
      <w:pPr>
        <w:widowControl w:val="0"/>
        <w:autoSpaceDE w:val="0"/>
        <w:spacing w:after="12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t>Zastoupen:</w:t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648872677"/>
          <w:placeholder>
            <w:docPart w:val="C3A781791A474AF7AAB57041C70363EB"/>
          </w:placeholder>
          <w:showingPlcHdr/>
        </w:sdtPr>
        <w:sdtContent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:rsidR="00E62612" w:rsidRPr="00E62612" w:rsidRDefault="00E62612" w:rsidP="00E62612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E62612" w:rsidRPr="00E62612" w:rsidRDefault="00E62612" w:rsidP="00E62612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t xml:space="preserve">který podává nabídku na veřejnou zakázku s názvem </w:t>
      </w:r>
      <w:r w:rsidRPr="00E62612">
        <w:rPr>
          <w:rFonts w:ascii="Verdana" w:eastAsia="Times New Roman" w:hAnsi="Verdana" w:cs="Times New Roman"/>
          <w:b/>
          <w:lang w:eastAsia="cs-CZ"/>
        </w:rPr>
        <w:t>„Oprava trati v úseku Bystřička - Jablůnka</w:t>
      </w:r>
      <w:r w:rsidRPr="00E62612">
        <w:rPr>
          <w:rFonts w:ascii="Verdana" w:eastAsia="Times New Roman" w:hAnsi="Verdana" w:cs="Times New Roman"/>
          <w:b/>
          <w:lang w:eastAsia="cs-CZ"/>
        </w:rPr>
        <w:t>“</w:t>
      </w:r>
      <w:r w:rsidRPr="00E62612">
        <w:rPr>
          <w:rFonts w:ascii="Verdana" w:eastAsia="Times New Roman" w:hAnsi="Verdana" w:cs="Times New Roman"/>
          <w:lang w:eastAsia="cs-CZ"/>
        </w:rPr>
        <w:t>, tímto čestně prohlašuje, že</w:t>
      </w:r>
      <w:r w:rsidRPr="00E62612">
        <w:rPr>
          <w:rFonts w:ascii="Verdana" w:eastAsia="Times New Roman" w:hAnsi="Verdana" w:cs="Times New Roman"/>
          <w:vertAlign w:val="superscript"/>
          <w:lang w:eastAsia="cs-CZ"/>
        </w:rPr>
        <w:footnoteReference w:id="1"/>
      </w:r>
      <w:r w:rsidRPr="00E62612">
        <w:rPr>
          <w:rFonts w:ascii="Verdana" w:eastAsia="Times New Roman" w:hAnsi="Verdana" w:cs="Times New Roman"/>
          <w:lang w:eastAsia="cs-CZ"/>
        </w:rPr>
        <w:t>:</w:t>
      </w:r>
    </w:p>
    <w:bookmarkStart w:id="0" w:name="Zaškrtávací1"/>
    <w:p w:rsidR="00E62612" w:rsidRPr="00E62612" w:rsidRDefault="00E62612" w:rsidP="00E62612">
      <w:pPr>
        <w:spacing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612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E62612">
        <w:rPr>
          <w:rFonts w:ascii="Verdana" w:eastAsia="Times New Roman" w:hAnsi="Verdana" w:cs="Times New Roman"/>
          <w:lang w:eastAsia="cs-CZ"/>
        </w:rPr>
      </w:r>
      <w:r w:rsidRPr="00E62612">
        <w:rPr>
          <w:rFonts w:ascii="Verdana" w:eastAsia="Times New Roman" w:hAnsi="Verdana" w:cs="Times New Roman"/>
          <w:lang w:eastAsia="cs-CZ"/>
        </w:rPr>
        <w:fldChar w:fldCharType="separate"/>
      </w:r>
      <w:r w:rsidRPr="00E62612">
        <w:rPr>
          <w:rFonts w:ascii="Verdana" w:eastAsia="Times New Roman" w:hAnsi="Verdana" w:cs="Times New Roman"/>
          <w:lang w:eastAsia="cs-CZ"/>
        </w:rPr>
        <w:fldChar w:fldCharType="end"/>
      </w:r>
      <w:bookmarkEnd w:id="0"/>
      <w:r w:rsidRPr="00E62612">
        <w:rPr>
          <w:rFonts w:ascii="Verdana" w:eastAsia="Times New Roman" w:hAnsi="Verdana" w:cs="Times New Roman"/>
          <w:lang w:eastAsia="cs-CZ"/>
        </w:rPr>
        <w:tab/>
        <w:t xml:space="preserve">Při plnění veřejné zakázky s názvem </w:t>
      </w:r>
      <w:r w:rsidRPr="00E62612">
        <w:rPr>
          <w:rFonts w:ascii="Verdana" w:eastAsia="Times New Roman" w:hAnsi="Verdana" w:cs="Times New Roman"/>
          <w:b/>
          <w:lang w:eastAsia="cs-CZ"/>
        </w:rPr>
        <w:t>„Oprava trati v úseku Bystřička - Jablůnka“</w:t>
      </w:r>
      <w:r w:rsidRPr="00E62612">
        <w:rPr>
          <w:rFonts w:ascii="Verdana" w:eastAsia="Times New Roman" w:hAnsi="Verdana" w:cs="Times New Roman"/>
          <w:lang w:eastAsia="cs-CZ"/>
        </w:rPr>
        <w:t xml:space="preserve"> nepoužije žádné poddodavatele</w:t>
      </w:r>
      <w:r w:rsidRPr="00E62612">
        <w:rPr>
          <w:rFonts w:ascii="Verdana" w:eastAsia="Times New Roman" w:hAnsi="Verdana" w:cs="Times New Roman"/>
          <w:vertAlign w:val="superscript"/>
          <w:lang w:eastAsia="cs-CZ"/>
        </w:rPr>
        <w:footnoteReference w:id="2"/>
      </w:r>
      <w:r w:rsidRPr="00E62612">
        <w:rPr>
          <w:rFonts w:ascii="Verdana" w:eastAsia="Times New Roman" w:hAnsi="Verdana" w:cs="Times New Roman"/>
          <w:lang w:eastAsia="cs-CZ"/>
        </w:rPr>
        <w:t xml:space="preserve">. </w:t>
      </w:r>
    </w:p>
    <w:p w:rsidR="00E62612" w:rsidRPr="00E62612" w:rsidRDefault="00E62612" w:rsidP="00E62612">
      <w:pPr>
        <w:tabs>
          <w:tab w:val="num" w:pos="360"/>
        </w:tabs>
        <w:spacing w:after="0"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62612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E62612">
        <w:rPr>
          <w:rFonts w:ascii="Verdana" w:eastAsia="Times New Roman" w:hAnsi="Verdana" w:cs="Times New Roman"/>
          <w:lang w:eastAsia="cs-CZ"/>
        </w:rPr>
      </w:r>
      <w:r w:rsidRPr="00E62612">
        <w:rPr>
          <w:rFonts w:ascii="Verdana" w:eastAsia="Times New Roman" w:hAnsi="Verdana" w:cs="Times New Roman"/>
          <w:lang w:eastAsia="cs-CZ"/>
        </w:rPr>
        <w:fldChar w:fldCharType="separate"/>
      </w:r>
      <w:r w:rsidRPr="00E62612">
        <w:rPr>
          <w:rFonts w:ascii="Verdana" w:eastAsia="Times New Roman" w:hAnsi="Verdana" w:cs="Times New Roman"/>
          <w:lang w:eastAsia="cs-CZ"/>
        </w:rPr>
        <w:fldChar w:fldCharType="end"/>
      </w:r>
      <w:r w:rsidRPr="00E62612">
        <w:rPr>
          <w:rFonts w:ascii="Verdana" w:eastAsia="Times New Roman" w:hAnsi="Verdana" w:cs="Times New Roman"/>
          <w:lang w:eastAsia="cs-CZ"/>
        </w:rPr>
        <w:tab/>
      </w:r>
      <w:r w:rsidRPr="00E62612">
        <w:rPr>
          <w:rFonts w:ascii="Verdana" w:eastAsia="Times New Roman" w:hAnsi="Verdana" w:cs="Times New Roman"/>
          <w:lang w:eastAsia="cs-CZ"/>
        </w:rPr>
        <w:tab/>
        <w:t xml:space="preserve">Při plnění veřejné zakázky s názvem </w:t>
      </w:r>
      <w:r w:rsidRPr="00E62612">
        <w:rPr>
          <w:rFonts w:ascii="Verdana" w:eastAsia="Times New Roman" w:hAnsi="Verdana" w:cs="Times New Roman"/>
          <w:b/>
          <w:lang w:eastAsia="cs-CZ"/>
        </w:rPr>
        <w:t>„Oprava trati v úseku Bystřička - Jablůnka“</w:t>
      </w:r>
      <w:bookmarkStart w:id="1" w:name="_GoBack"/>
      <w:bookmarkEnd w:id="1"/>
      <w:r w:rsidRPr="00E62612">
        <w:rPr>
          <w:rFonts w:ascii="Verdana" w:eastAsia="Times New Roman" w:hAnsi="Verdana" w:cs="Times New Roman"/>
          <w:lang w:eastAsia="cs-CZ"/>
        </w:rPr>
        <w:t xml:space="preserve"> použije tyto poddodavatele:</w:t>
      </w:r>
    </w:p>
    <w:p w:rsidR="00E62612" w:rsidRPr="00E62612" w:rsidRDefault="00E62612" w:rsidP="00E62612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E62612" w:rsidRPr="00E62612" w:rsidTr="008E2DF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2612" w:rsidRPr="00E62612" w:rsidRDefault="00E62612" w:rsidP="00E62612">
            <w:pPr>
              <w:spacing w:before="120" w:after="0" w:line="240" w:lineRule="exact"/>
              <w:jc w:val="center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E62612">
              <w:rPr>
                <w:rFonts w:ascii="Verdana" w:eastAsia="Times New Roman" w:hAnsi="Verdana" w:cs="Calibri"/>
                <w:b/>
                <w:bCs/>
                <w:lang w:eastAsia="cs-CZ"/>
              </w:rPr>
              <w:t>Obchodní firma/název/ jméno a příjmení, sídlo</w:t>
            </w:r>
            <w:r w:rsidRPr="00E62612">
              <w:rPr>
                <w:rFonts w:ascii="Verdana" w:eastAsia="Times New Roman" w:hAnsi="Verdana" w:cs="Calibri"/>
                <w:lang w:eastAsia="cs-CZ"/>
              </w:rPr>
              <w:t xml:space="preserve"> </w:t>
            </w:r>
            <w:r w:rsidRPr="00E62612">
              <w:rPr>
                <w:rFonts w:ascii="Verdana" w:eastAsia="Times New Roman" w:hAnsi="Verdana" w:cs="Calibri"/>
                <w:b/>
                <w:bCs/>
                <w:lang w:eastAsia="cs-CZ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2612" w:rsidRPr="00E62612" w:rsidRDefault="00E62612" w:rsidP="00E62612">
            <w:pPr>
              <w:widowControl w:val="0"/>
              <w:spacing w:before="120" w:after="0" w:line="240" w:lineRule="exact"/>
              <w:jc w:val="center"/>
              <w:rPr>
                <w:rFonts w:ascii="Verdana" w:eastAsia="Times New Roman" w:hAnsi="Verdana" w:cs="Calibri"/>
                <w:lang w:eastAsia="cs-CZ"/>
              </w:rPr>
            </w:pPr>
            <w:r w:rsidRPr="00E62612">
              <w:rPr>
                <w:rFonts w:ascii="Verdana" w:eastAsia="Times New Roman" w:hAnsi="Verdana" w:cs="Calibri"/>
                <w:b/>
                <w:bCs/>
                <w:lang w:eastAsia="cs-CZ"/>
              </w:rPr>
              <w:t>Části plnění uvažovaného zadat poddodavateli – uvedení konkrétních položek rozpočtu</w:t>
            </w:r>
            <w:r w:rsidRPr="00E62612">
              <w:rPr>
                <w:rFonts w:ascii="Verdana" w:eastAsia="Times New Roman" w:hAnsi="Verdana" w:cs="Calibri"/>
                <w:b/>
                <w:bCs/>
                <w:lang w:eastAsia="cs-CZ"/>
              </w:rPr>
              <w:br/>
            </w:r>
          </w:p>
        </w:tc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-646209514"/>
            <w:placeholder>
              <w:docPart w:val="C75FAFC6331C4CBE804F6C1C8BCE2435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-1776780806"/>
            <w:placeholder>
              <w:docPart w:val="DAFF31E341B44F6EAD101B675FEB0D69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550968649"/>
            <w:placeholder>
              <w:docPart w:val="169B23107D3046B58F27C699B26619C5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1310978252"/>
            <w:placeholder>
              <w:docPart w:val="252DF92783CB4A4D8DC60335584DDDC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-639029716"/>
            <w:placeholder>
              <w:docPart w:val="7AD49E71A51E4583AC8ADF1C86F24F29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87273182"/>
            <w:placeholder>
              <w:docPart w:val="0B8F5075C9534D9DAC4F82CA107D2247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-124620505"/>
            <w:placeholder>
              <w:docPart w:val="1AE96528FE5C408EA60A432E2BD7753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167756794"/>
            <w:placeholder>
              <w:docPart w:val="AE8069077B474A80BFFE5B502F93584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-2085137432"/>
            <w:placeholder>
              <w:docPart w:val="8093A818D90249A49E8B192882EAE67E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-2079504028"/>
            <w:placeholder>
              <w:docPart w:val="F56AC81058DA4492B0351799D809B4DF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1993667343"/>
            <w:placeholder>
              <w:docPart w:val="57C2E98B28E945EFAA9C43DB3806BD2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-205336816"/>
            <w:placeholder>
              <w:docPart w:val="549D51830E3A4E7D9E7106364DF5141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1086031411"/>
            <w:placeholder>
              <w:docPart w:val="243BC44A907045D19E4621190C1089C5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1951428158"/>
            <w:placeholder>
              <w:docPart w:val="68A7AF12AE64448191018CC534D7B92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  <w:tr w:rsidR="00E62612" w:rsidRPr="00E62612" w:rsidTr="008E2DFB">
        <w:trPr>
          <w:cantSplit/>
        </w:trPr>
        <w:sdt>
          <w:sdtPr>
            <w:rPr>
              <w:rFonts w:ascii="Verdana" w:eastAsia="Times New Roman" w:hAnsi="Verdana" w:cs="Times New Roman"/>
              <w:lang w:eastAsia="cs-CZ"/>
            </w:rPr>
            <w:id w:val="497931481"/>
            <w:placeholder>
              <w:docPart w:val="C4DDD77480FC4EF484BE52F4D8F70B52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="Times New Roman" w:hAnsi="Verdana" w:cs="Times New Roman"/>
              <w:lang w:eastAsia="cs-CZ"/>
            </w:rPr>
            <w:id w:val="740838909"/>
            <w:placeholder>
              <w:docPart w:val="BD430EFC4D8C460D858F0E09F32EDBC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E62612" w:rsidRPr="00E62612" w:rsidRDefault="00E62612" w:rsidP="00E62612">
                <w:pPr>
                  <w:spacing w:after="0" w:line="240" w:lineRule="auto"/>
                  <w:jc w:val="center"/>
                  <w:rPr>
                    <w:rFonts w:ascii="Verdana" w:eastAsia="Times New Roman" w:hAnsi="Verdana" w:cs="Calibri"/>
                    <w:lang w:eastAsia="cs-CZ"/>
                  </w:rPr>
                </w:pPr>
                <w:r w:rsidRPr="00E62612">
                  <w:rPr>
                    <w:rFonts w:ascii="Verdana" w:eastAsia="Times New Roman" w:hAnsi="Verdana" w:cs="Times New Roman"/>
                    <w:color w:val="808080"/>
                    <w:lang w:eastAsia="cs-CZ"/>
                  </w:rPr>
                  <w:t>Klikněte sem a zadejte text.</w:t>
                </w:r>
              </w:p>
            </w:tc>
          </w:sdtContent>
        </w:sdt>
      </w:tr>
    </w:tbl>
    <w:p w:rsidR="00E62612" w:rsidRPr="00E62612" w:rsidRDefault="00E62612" w:rsidP="00E62612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E62612" w:rsidRPr="00E62612" w:rsidRDefault="00E62612" w:rsidP="00E62612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t xml:space="preserve">V </w:t>
      </w:r>
      <w:sdt>
        <w:sdtPr>
          <w:rPr>
            <w:rFonts w:ascii="Verdana" w:eastAsia="Times New Roman" w:hAnsi="Verdana" w:cs="Times New Roman"/>
            <w:lang w:eastAsia="cs-CZ"/>
          </w:rPr>
          <w:id w:val="-1470813788"/>
          <w:placeholder>
            <w:docPart w:val="2E4406A942294CFDBFC18550734B86D2"/>
          </w:placeholder>
          <w:showingPlcHdr/>
        </w:sdtPr>
        <w:sdtContent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 xml:space="preserve">Klikněte sem a zadejte </w:t>
          </w:r>
          <w:proofErr w:type="gramStart"/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>text.</w:t>
          </w:r>
        </w:sdtContent>
      </w:sdt>
      <w:r w:rsidRPr="00E62612">
        <w:rPr>
          <w:rFonts w:ascii="Verdana" w:eastAsia="Times New Roman" w:hAnsi="Verdana" w:cs="Times New Roman"/>
          <w:lang w:eastAsia="cs-CZ"/>
        </w:rPr>
        <w:t>dne</w:t>
      </w:r>
      <w:proofErr w:type="gramEnd"/>
      <w:r w:rsidRPr="00E62612">
        <w:rPr>
          <w:rFonts w:ascii="Verdana" w:eastAsia="Times New Roman" w:hAnsi="Verdana" w:cs="Times New Roman"/>
          <w:lang w:eastAsia="cs-CZ"/>
        </w:rPr>
        <w:t xml:space="preserve"> </w:t>
      </w:r>
      <w:sdt>
        <w:sdtPr>
          <w:rPr>
            <w:rFonts w:ascii="Verdana" w:eastAsia="Times New Roman" w:hAnsi="Verdana" w:cs="Times New Roman"/>
            <w:lang w:eastAsia="cs-CZ"/>
          </w:rPr>
          <w:id w:val="-246114466"/>
          <w:placeholder>
            <w:docPart w:val="2E4406A942294CFDBFC18550734B86D2"/>
          </w:placeholder>
          <w:showingPlcHdr/>
        </w:sdtPr>
        <w:sdtContent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:rsidR="00E62612" w:rsidRPr="00E62612" w:rsidRDefault="00E62612" w:rsidP="00E62612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:rsidR="00E62612" w:rsidRPr="00E62612" w:rsidRDefault="00E62612" w:rsidP="00E62612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:rsidR="00E62612" w:rsidRPr="00E62612" w:rsidRDefault="00E62612" w:rsidP="00E62612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  <w:r w:rsidRPr="00E62612">
        <w:rPr>
          <w:rFonts w:ascii="Verdana" w:eastAsia="Times New Roman" w:hAnsi="Verdana" w:cs="Times New Roman"/>
          <w:lang w:eastAsia="cs-CZ"/>
        </w:rPr>
        <w:t>…………………………………………………………………….</w:t>
      </w:r>
    </w:p>
    <w:sdt>
      <w:sdtPr>
        <w:rPr>
          <w:rFonts w:ascii="Verdana" w:eastAsia="Times New Roman" w:hAnsi="Verdana" w:cs="Times New Roman"/>
          <w:lang w:eastAsia="cs-CZ"/>
        </w:rPr>
        <w:id w:val="1243759127"/>
        <w:placeholder>
          <w:docPart w:val="2E4406A942294CFDBFC18550734B86D2"/>
        </w:placeholder>
        <w:showingPlcHdr/>
      </w:sdtPr>
      <w:sdtContent>
        <w:p w:rsidR="00E62612" w:rsidRPr="00E62612" w:rsidRDefault="00E62612" w:rsidP="00E62612">
          <w:pPr>
            <w:tabs>
              <w:tab w:val="right" w:pos="9063"/>
            </w:tabs>
            <w:spacing w:after="0" w:line="280" w:lineRule="atLeast"/>
            <w:ind w:right="7"/>
            <w:rPr>
              <w:rFonts w:ascii="Verdana" w:eastAsia="Times New Roman" w:hAnsi="Verdana" w:cs="Times New Roman"/>
              <w:lang w:eastAsia="cs-CZ"/>
            </w:rPr>
          </w:pPr>
          <w:r w:rsidRPr="00E62612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p>
      </w:sdtContent>
    </w:sdt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7D" w:rsidRDefault="00515D7D" w:rsidP="00962258">
      <w:pPr>
        <w:spacing w:after="0" w:line="240" w:lineRule="auto"/>
      </w:pPr>
      <w:r>
        <w:separator/>
      </w:r>
    </w:p>
  </w:endnote>
  <w:end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7D" w:rsidRDefault="00515D7D" w:rsidP="00962258">
      <w:pPr>
        <w:spacing w:after="0" w:line="240" w:lineRule="auto"/>
      </w:pPr>
      <w:r>
        <w:separator/>
      </w:r>
    </w:p>
  </w:footnote>
  <w:foot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footnote>
  <w:footnote w:id="1">
    <w:p w:rsidR="00E62612" w:rsidRPr="005F0577" w:rsidRDefault="00E62612" w:rsidP="00E62612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:rsidR="00E62612" w:rsidRPr="005F0577" w:rsidRDefault="00E62612" w:rsidP="00E62612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41DCF"/>
    <w:rsid w:val="003501CA"/>
    <w:rsid w:val="00357BC6"/>
    <w:rsid w:val="003956C6"/>
    <w:rsid w:val="00404A2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6C7E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137B"/>
    <w:rsid w:val="00A6177B"/>
    <w:rsid w:val="00A66136"/>
    <w:rsid w:val="00AA4CBB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62612"/>
    <w:rsid w:val="00E70DB4"/>
    <w:rsid w:val="00E83CA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E626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E626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9FB60D33564FC9BC2FEAD19DE010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19BBAD-D089-4C5B-B38A-773FCDFA4C7C}"/>
      </w:docPartPr>
      <w:docPartBody>
        <w:p w:rsidR="00000000" w:rsidRDefault="000B66E9" w:rsidP="000B66E9">
          <w:pPr>
            <w:pStyle w:val="CF9FB60D33564FC9BC2FEAD19DE010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98860F9A93A4FC4BA181225F9D24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53599-AC68-4444-B69E-3C16C95718F4}"/>
      </w:docPartPr>
      <w:docPartBody>
        <w:p w:rsidR="00000000" w:rsidRDefault="000B66E9" w:rsidP="000B66E9">
          <w:pPr>
            <w:pStyle w:val="498860F9A93A4FC4BA181225F9D248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CD71ACA2D54D2E9BD0CD98E1F7D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BB0F7-C14D-442B-A7F1-931BCA5403E9}"/>
      </w:docPartPr>
      <w:docPartBody>
        <w:p w:rsidR="00000000" w:rsidRDefault="000B66E9" w:rsidP="000B66E9">
          <w:pPr>
            <w:pStyle w:val="4ECD71ACA2D54D2E9BD0CD98E1F7D5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A781791A474AF7AAB57041C7036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FBA96-269C-4DEB-837B-E0327B2CC786}"/>
      </w:docPartPr>
      <w:docPartBody>
        <w:p w:rsidR="00000000" w:rsidRDefault="000B66E9" w:rsidP="000B66E9">
          <w:pPr>
            <w:pStyle w:val="C3A781791A474AF7AAB57041C7036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5FAFC6331C4CBE804F6C1C8BCE24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A063CE-5E8D-436D-9C64-043C666AE349}"/>
      </w:docPartPr>
      <w:docPartBody>
        <w:p w:rsidR="00000000" w:rsidRDefault="000B66E9" w:rsidP="000B66E9">
          <w:pPr>
            <w:pStyle w:val="C75FAFC6331C4CBE804F6C1C8BCE243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FF31E341B44F6EAD101B675FEB0D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2DD30-A027-4B95-B52B-2016EF9829C5}"/>
      </w:docPartPr>
      <w:docPartBody>
        <w:p w:rsidR="00000000" w:rsidRDefault="000B66E9" w:rsidP="000B66E9">
          <w:pPr>
            <w:pStyle w:val="DAFF31E341B44F6EAD101B675FEB0D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9B23107D3046B58F27C699B2661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F8192A-B38B-4F2E-B70F-09F44D369EDF}"/>
      </w:docPartPr>
      <w:docPartBody>
        <w:p w:rsidR="00000000" w:rsidRDefault="000B66E9" w:rsidP="000B66E9">
          <w:pPr>
            <w:pStyle w:val="169B23107D3046B58F27C699B26619C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2DF92783CB4A4D8DC60335584DD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91437-B2A4-41CA-800D-1BE97383ABB9}"/>
      </w:docPartPr>
      <w:docPartBody>
        <w:p w:rsidR="00000000" w:rsidRDefault="000B66E9" w:rsidP="000B66E9">
          <w:pPr>
            <w:pStyle w:val="252DF92783CB4A4D8DC60335584DDD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AD49E71A51E4583AC8ADF1C86F24F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8AA3A-0C19-4726-B847-9FFA19EA7232}"/>
      </w:docPartPr>
      <w:docPartBody>
        <w:p w:rsidR="00000000" w:rsidRDefault="000B66E9" w:rsidP="000B66E9">
          <w:pPr>
            <w:pStyle w:val="7AD49E71A51E4583AC8ADF1C86F24F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8F5075C9534D9DAC4F82CA107D22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4C2A2A-9787-4B9E-BE00-69A80F03C01F}"/>
      </w:docPartPr>
      <w:docPartBody>
        <w:p w:rsidR="00000000" w:rsidRDefault="000B66E9" w:rsidP="000B66E9">
          <w:pPr>
            <w:pStyle w:val="0B8F5075C9534D9DAC4F82CA107D224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AE96528FE5C408EA60A432E2BD77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4D944-082E-4959-8523-AC4BB38BFFE3}"/>
      </w:docPartPr>
      <w:docPartBody>
        <w:p w:rsidR="00000000" w:rsidRDefault="000B66E9" w:rsidP="000B66E9">
          <w:pPr>
            <w:pStyle w:val="1AE96528FE5C408EA60A432E2BD775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E8069077B474A80BFFE5B502F935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C6D779-3626-4AFA-AE3A-726F73F69FD8}"/>
      </w:docPartPr>
      <w:docPartBody>
        <w:p w:rsidR="00000000" w:rsidRDefault="000B66E9" w:rsidP="000B66E9">
          <w:pPr>
            <w:pStyle w:val="AE8069077B474A80BFFE5B502F9358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093A818D90249A49E8B192882EAE6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2AC1E-A865-43B3-9604-9DBCF666E99E}"/>
      </w:docPartPr>
      <w:docPartBody>
        <w:p w:rsidR="00000000" w:rsidRDefault="000B66E9" w:rsidP="000B66E9">
          <w:pPr>
            <w:pStyle w:val="8093A818D90249A49E8B192882EAE6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56AC81058DA4492B0351799D809B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81F52-10F7-4FD9-A5EF-071573ECA0D8}"/>
      </w:docPartPr>
      <w:docPartBody>
        <w:p w:rsidR="00000000" w:rsidRDefault="000B66E9" w:rsidP="000B66E9">
          <w:pPr>
            <w:pStyle w:val="F56AC81058DA4492B0351799D809B4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C2E98B28E945EFAA9C43DB3806BD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4A140-30EA-4C2F-A482-1E30219A9E08}"/>
      </w:docPartPr>
      <w:docPartBody>
        <w:p w:rsidR="00000000" w:rsidRDefault="000B66E9" w:rsidP="000B66E9">
          <w:pPr>
            <w:pStyle w:val="57C2E98B28E945EFAA9C43DB3806BD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49D51830E3A4E7D9E7106364DF51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B0509-338F-405B-BD24-83261E27822A}"/>
      </w:docPartPr>
      <w:docPartBody>
        <w:p w:rsidR="00000000" w:rsidRDefault="000B66E9" w:rsidP="000B66E9">
          <w:pPr>
            <w:pStyle w:val="549D51830E3A4E7D9E7106364DF514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43BC44A907045D19E4621190C108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976CE4-E6F6-4527-9C9C-BEE07BC07A43}"/>
      </w:docPartPr>
      <w:docPartBody>
        <w:p w:rsidR="00000000" w:rsidRDefault="000B66E9" w:rsidP="000B66E9">
          <w:pPr>
            <w:pStyle w:val="243BC44A907045D19E4621190C1089C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A7AF12AE64448191018CC534D7B9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1D1991-10BB-4833-B238-7E76FD548C40}"/>
      </w:docPartPr>
      <w:docPartBody>
        <w:p w:rsidR="00000000" w:rsidRDefault="000B66E9" w:rsidP="000B66E9">
          <w:pPr>
            <w:pStyle w:val="68A7AF12AE64448191018CC534D7B92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DDD77480FC4EF484BE52F4D8F70B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2FBA0-506A-4B61-8314-3B0ED56DDB6B}"/>
      </w:docPartPr>
      <w:docPartBody>
        <w:p w:rsidR="00000000" w:rsidRDefault="000B66E9" w:rsidP="000B66E9">
          <w:pPr>
            <w:pStyle w:val="C4DDD77480FC4EF484BE52F4D8F70B5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D430EFC4D8C460D858F0E09F32ED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A8B66-ED83-407D-885E-4BA72C144492}"/>
      </w:docPartPr>
      <w:docPartBody>
        <w:p w:rsidR="00000000" w:rsidRDefault="000B66E9" w:rsidP="000B66E9">
          <w:pPr>
            <w:pStyle w:val="BD430EFC4D8C460D858F0E09F32EDB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4406A942294CFDBFC18550734B86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ACB73-EA08-4D72-8CA9-9F9BB1A99CB1}"/>
      </w:docPartPr>
      <w:docPartBody>
        <w:p w:rsidR="00000000" w:rsidRDefault="000B66E9" w:rsidP="000B66E9">
          <w:pPr>
            <w:pStyle w:val="2E4406A942294CFDBFC18550734B86D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E9"/>
    <w:rsid w:val="000B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66E9"/>
    <w:rPr>
      <w:color w:val="808080"/>
    </w:rPr>
  </w:style>
  <w:style w:type="paragraph" w:customStyle="1" w:styleId="CF9FB60D33564FC9BC2FEAD19DE010DA">
    <w:name w:val="CF9FB60D33564FC9BC2FEAD19DE010DA"/>
    <w:rsid w:val="000B66E9"/>
  </w:style>
  <w:style w:type="paragraph" w:customStyle="1" w:styleId="498860F9A93A4FC4BA181225F9D2486A">
    <w:name w:val="498860F9A93A4FC4BA181225F9D2486A"/>
    <w:rsid w:val="000B66E9"/>
  </w:style>
  <w:style w:type="paragraph" w:customStyle="1" w:styleId="4ECD71ACA2D54D2E9BD0CD98E1F7D5DC">
    <w:name w:val="4ECD71ACA2D54D2E9BD0CD98E1F7D5DC"/>
    <w:rsid w:val="000B66E9"/>
  </w:style>
  <w:style w:type="paragraph" w:customStyle="1" w:styleId="C3A781791A474AF7AAB57041C70363EB">
    <w:name w:val="C3A781791A474AF7AAB57041C70363EB"/>
    <w:rsid w:val="000B66E9"/>
  </w:style>
  <w:style w:type="paragraph" w:customStyle="1" w:styleId="C75FAFC6331C4CBE804F6C1C8BCE2435">
    <w:name w:val="C75FAFC6331C4CBE804F6C1C8BCE2435"/>
    <w:rsid w:val="000B66E9"/>
  </w:style>
  <w:style w:type="paragraph" w:customStyle="1" w:styleId="DAFF31E341B44F6EAD101B675FEB0D69">
    <w:name w:val="DAFF31E341B44F6EAD101B675FEB0D69"/>
    <w:rsid w:val="000B66E9"/>
  </w:style>
  <w:style w:type="paragraph" w:customStyle="1" w:styleId="169B23107D3046B58F27C699B26619C5">
    <w:name w:val="169B23107D3046B58F27C699B26619C5"/>
    <w:rsid w:val="000B66E9"/>
  </w:style>
  <w:style w:type="paragraph" w:customStyle="1" w:styleId="252DF92783CB4A4D8DC60335584DDDC2">
    <w:name w:val="252DF92783CB4A4D8DC60335584DDDC2"/>
    <w:rsid w:val="000B66E9"/>
  </w:style>
  <w:style w:type="paragraph" w:customStyle="1" w:styleId="7AD49E71A51E4583AC8ADF1C86F24F29">
    <w:name w:val="7AD49E71A51E4583AC8ADF1C86F24F29"/>
    <w:rsid w:val="000B66E9"/>
  </w:style>
  <w:style w:type="paragraph" w:customStyle="1" w:styleId="0B8F5075C9534D9DAC4F82CA107D2247">
    <w:name w:val="0B8F5075C9534D9DAC4F82CA107D2247"/>
    <w:rsid w:val="000B66E9"/>
  </w:style>
  <w:style w:type="paragraph" w:customStyle="1" w:styleId="1AE96528FE5C408EA60A432E2BD77530">
    <w:name w:val="1AE96528FE5C408EA60A432E2BD77530"/>
    <w:rsid w:val="000B66E9"/>
  </w:style>
  <w:style w:type="paragraph" w:customStyle="1" w:styleId="AE8069077B474A80BFFE5B502F93584E">
    <w:name w:val="AE8069077B474A80BFFE5B502F93584E"/>
    <w:rsid w:val="000B66E9"/>
  </w:style>
  <w:style w:type="paragraph" w:customStyle="1" w:styleId="8093A818D90249A49E8B192882EAE67E">
    <w:name w:val="8093A818D90249A49E8B192882EAE67E"/>
    <w:rsid w:val="000B66E9"/>
  </w:style>
  <w:style w:type="paragraph" w:customStyle="1" w:styleId="F56AC81058DA4492B0351799D809B4DF">
    <w:name w:val="F56AC81058DA4492B0351799D809B4DF"/>
    <w:rsid w:val="000B66E9"/>
  </w:style>
  <w:style w:type="paragraph" w:customStyle="1" w:styleId="57C2E98B28E945EFAA9C43DB3806BD2A">
    <w:name w:val="57C2E98B28E945EFAA9C43DB3806BD2A"/>
    <w:rsid w:val="000B66E9"/>
  </w:style>
  <w:style w:type="paragraph" w:customStyle="1" w:styleId="549D51830E3A4E7D9E7106364DF51414">
    <w:name w:val="549D51830E3A4E7D9E7106364DF51414"/>
    <w:rsid w:val="000B66E9"/>
  </w:style>
  <w:style w:type="paragraph" w:customStyle="1" w:styleId="243BC44A907045D19E4621190C1089C5">
    <w:name w:val="243BC44A907045D19E4621190C1089C5"/>
    <w:rsid w:val="000B66E9"/>
  </w:style>
  <w:style w:type="paragraph" w:customStyle="1" w:styleId="68A7AF12AE64448191018CC534D7B923">
    <w:name w:val="68A7AF12AE64448191018CC534D7B923"/>
    <w:rsid w:val="000B66E9"/>
  </w:style>
  <w:style w:type="paragraph" w:customStyle="1" w:styleId="C4DDD77480FC4EF484BE52F4D8F70B52">
    <w:name w:val="C4DDD77480FC4EF484BE52F4D8F70B52"/>
    <w:rsid w:val="000B66E9"/>
  </w:style>
  <w:style w:type="paragraph" w:customStyle="1" w:styleId="BD430EFC4D8C460D858F0E09F32EDBC3">
    <w:name w:val="BD430EFC4D8C460D858F0E09F32EDBC3"/>
    <w:rsid w:val="000B66E9"/>
  </w:style>
  <w:style w:type="paragraph" w:customStyle="1" w:styleId="2E4406A942294CFDBFC18550734B86D2">
    <w:name w:val="2E4406A942294CFDBFC18550734B86D2"/>
    <w:rsid w:val="000B66E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66E9"/>
    <w:rPr>
      <w:color w:val="808080"/>
    </w:rPr>
  </w:style>
  <w:style w:type="paragraph" w:customStyle="1" w:styleId="CF9FB60D33564FC9BC2FEAD19DE010DA">
    <w:name w:val="CF9FB60D33564FC9BC2FEAD19DE010DA"/>
    <w:rsid w:val="000B66E9"/>
  </w:style>
  <w:style w:type="paragraph" w:customStyle="1" w:styleId="498860F9A93A4FC4BA181225F9D2486A">
    <w:name w:val="498860F9A93A4FC4BA181225F9D2486A"/>
    <w:rsid w:val="000B66E9"/>
  </w:style>
  <w:style w:type="paragraph" w:customStyle="1" w:styleId="4ECD71ACA2D54D2E9BD0CD98E1F7D5DC">
    <w:name w:val="4ECD71ACA2D54D2E9BD0CD98E1F7D5DC"/>
    <w:rsid w:val="000B66E9"/>
  </w:style>
  <w:style w:type="paragraph" w:customStyle="1" w:styleId="C3A781791A474AF7AAB57041C70363EB">
    <w:name w:val="C3A781791A474AF7AAB57041C70363EB"/>
    <w:rsid w:val="000B66E9"/>
  </w:style>
  <w:style w:type="paragraph" w:customStyle="1" w:styleId="C75FAFC6331C4CBE804F6C1C8BCE2435">
    <w:name w:val="C75FAFC6331C4CBE804F6C1C8BCE2435"/>
    <w:rsid w:val="000B66E9"/>
  </w:style>
  <w:style w:type="paragraph" w:customStyle="1" w:styleId="DAFF31E341B44F6EAD101B675FEB0D69">
    <w:name w:val="DAFF31E341B44F6EAD101B675FEB0D69"/>
    <w:rsid w:val="000B66E9"/>
  </w:style>
  <w:style w:type="paragraph" w:customStyle="1" w:styleId="169B23107D3046B58F27C699B26619C5">
    <w:name w:val="169B23107D3046B58F27C699B26619C5"/>
    <w:rsid w:val="000B66E9"/>
  </w:style>
  <w:style w:type="paragraph" w:customStyle="1" w:styleId="252DF92783CB4A4D8DC60335584DDDC2">
    <w:name w:val="252DF92783CB4A4D8DC60335584DDDC2"/>
    <w:rsid w:val="000B66E9"/>
  </w:style>
  <w:style w:type="paragraph" w:customStyle="1" w:styleId="7AD49E71A51E4583AC8ADF1C86F24F29">
    <w:name w:val="7AD49E71A51E4583AC8ADF1C86F24F29"/>
    <w:rsid w:val="000B66E9"/>
  </w:style>
  <w:style w:type="paragraph" w:customStyle="1" w:styleId="0B8F5075C9534D9DAC4F82CA107D2247">
    <w:name w:val="0B8F5075C9534D9DAC4F82CA107D2247"/>
    <w:rsid w:val="000B66E9"/>
  </w:style>
  <w:style w:type="paragraph" w:customStyle="1" w:styleId="1AE96528FE5C408EA60A432E2BD77530">
    <w:name w:val="1AE96528FE5C408EA60A432E2BD77530"/>
    <w:rsid w:val="000B66E9"/>
  </w:style>
  <w:style w:type="paragraph" w:customStyle="1" w:styleId="AE8069077B474A80BFFE5B502F93584E">
    <w:name w:val="AE8069077B474A80BFFE5B502F93584E"/>
    <w:rsid w:val="000B66E9"/>
  </w:style>
  <w:style w:type="paragraph" w:customStyle="1" w:styleId="8093A818D90249A49E8B192882EAE67E">
    <w:name w:val="8093A818D90249A49E8B192882EAE67E"/>
    <w:rsid w:val="000B66E9"/>
  </w:style>
  <w:style w:type="paragraph" w:customStyle="1" w:styleId="F56AC81058DA4492B0351799D809B4DF">
    <w:name w:val="F56AC81058DA4492B0351799D809B4DF"/>
    <w:rsid w:val="000B66E9"/>
  </w:style>
  <w:style w:type="paragraph" w:customStyle="1" w:styleId="57C2E98B28E945EFAA9C43DB3806BD2A">
    <w:name w:val="57C2E98B28E945EFAA9C43DB3806BD2A"/>
    <w:rsid w:val="000B66E9"/>
  </w:style>
  <w:style w:type="paragraph" w:customStyle="1" w:styleId="549D51830E3A4E7D9E7106364DF51414">
    <w:name w:val="549D51830E3A4E7D9E7106364DF51414"/>
    <w:rsid w:val="000B66E9"/>
  </w:style>
  <w:style w:type="paragraph" w:customStyle="1" w:styleId="243BC44A907045D19E4621190C1089C5">
    <w:name w:val="243BC44A907045D19E4621190C1089C5"/>
    <w:rsid w:val="000B66E9"/>
  </w:style>
  <w:style w:type="paragraph" w:customStyle="1" w:styleId="68A7AF12AE64448191018CC534D7B923">
    <w:name w:val="68A7AF12AE64448191018CC534D7B923"/>
    <w:rsid w:val="000B66E9"/>
  </w:style>
  <w:style w:type="paragraph" w:customStyle="1" w:styleId="C4DDD77480FC4EF484BE52F4D8F70B52">
    <w:name w:val="C4DDD77480FC4EF484BE52F4D8F70B52"/>
    <w:rsid w:val="000B66E9"/>
  </w:style>
  <w:style w:type="paragraph" w:customStyle="1" w:styleId="BD430EFC4D8C460D858F0E09F32EDBC3">
    <w:name w:val="BD430EFC4D8C460D858F0E09F32EDBC3"/>
    <w:rsid w:val="000B66E9"/>
  </w:style>
  <w:style w:type="paragraph" w:customStyle="1" w:styleId="2E4406A942294CFDBFC18550734B86D2">
    <w:name w:val="2E4406A942294CFDBFC18550734B86D2"/>
    <w:rsid w:val="000B6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3B50-1877-42FE-86FD-B78E8F5D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9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9</cp:revision>
  <cp:lastPrinted>2019-05-31T07:38:00Z</cp:lastPrinted>
  <dcterms:created xsi:type="dcterms:W3CDTF">2019-03-08T07:31:00Z</dcterms:created>
  <dcterms:modified xsi:type="dcterms:W3CDTF">2019-09-24T07:59:00Z</dcterms:modified>
</cp:coreProperties>
</file>